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012" w:rsidRDefault="00253012" w:rsidP="00785802">
      <w:pPr>
        <w:pStyle w:val="Minutekop"/>
        <w:framePr w:wrap="around"/>
      </w:pPr>
      <w:bookmarkStart w:id="0" w:name="Papiersoort"/>
      <w:bookmarkEnd w:id="0"/>
      <w:r>
        <w:t>Minute</w:t>
      </w:r>
      <w:r w:rsidR="00F83BAB">
        <w:t xml:space="preserve"> / Concept</w:t>
      </w:r>
      <w:r>
        <w:t>:</w:t>
      </w:r>
    </w:p>
    <w:p w:rsidR="005A42F6" w:rsidRDefault="005A42F6" w:rsidP="00785802">
      <w:pPr>
        <w:pStyle w:val="Minute"/>
        <w:framePr w:wrap="around"/>
        <w:rPr>
          <w:lang w:val="en-US"/>
        </w:rPr>
      </w:pPr>
      <w:bookmarkStart w:id="1" w:name="Minute"/>
      <w:bookmarkEnd w:id="1"/>
      <w:r>
        <w:rPr>
          <w:lang w:val="en-US"/>
        </w:rPr>
        <w:t>I:\SCW\WZ\Activiteiten\JONG\Straatspeeldag\Buitenspeeldag 2011\Brief Buitenspeeldag 2011.doc</w:t>
      </w:r>
    </w:p>
    <w:p w:rsidR="005A42F6" w:rsidRDefault="005A42F6" w:rsidP="00785802">
      <w:pPr>
        <w:pStyle w:val="Minute"/>
        <w:framePr w:wrap="around"/>
        <w:rPr>
          <w:lang w:val="en-US"/>
        </w:rPr>
      </w:pPr>
      <w:r>
        <w:rPr>
          <w:lang w:val="en-US"/>
        </w:rPr>
        <w:t>Versie: 23-2-2011 11:37:00</w:t>
      </w:r>
    </w:p>
    <w:p w:rsidR="00961135" w:rsidRDefault="00961135" w:rsidP="00785802">
      <w:pPr>
        <w:pStyle w:val="Minute"/>
        <w:framePr w:wrap="around"/>
        <w:rPr>
          <w:lang w:val="en-US"/>
        </w:rPr>
      </w:pPr>
      <w:r>
        <w:rPr>
          <w:lang w:val="en-US"/>
        </w:rPr>
        <w:t xml:space="preserve">Steller: </w:t>
      </w:r>
    </w:p>
    <w:p w:rsidR="00961135" w:rsidRDefault="00961135" w:rsidP="00785802">
      <w:pPr>
        <w:pStyle w:val="Minute"/>
        <w:framePr w:wrap="around"/>
        <w:rPr>
          <w:lang w:val="en-US"/>
        </w:rPr>
      </w:pPr>
      <w:r>
        <w:rPr>
          <w:lang w:val="en-US"/>
        </w:rPr>
        <w:t xml:space="preserve">Telefoonnummer: </w:t>
      </w:r>
    </w:p>
    <w:p w:rsidR="00253012" w:rsidRPr="00850053" w:rsidRDefault="00961135" w:rsidP="00785802">
      <w:pPr>
        <w:pStyle w:val="Minute"/>
        <w:framePr w:wrap="around"/>
        <w:rPr>
          <w:lang w:val="en-US"/>
        </w:rPr>
      </w:pPr>
      <w:r>
        <w:rPr>
          <w:lang w:val="en-US"/>
        </w:rPr>
        <w:t xml:space="preserve">In afschrift aan: </w:t>
      </w:r>
    </w:p>
    <w:p w:rsidR="00961135" w:rsidRDefault="006C31AF">
      <w:pPr>
        <w:framePr w:w="4536" w:h="1588" w:hRule="exact" w:vSpace="1077" w:wrap="notBeside" w:vAnchor="page" w:hAnchor="margin" w:y="2836"/>
      </w:pPr>
      <w:bookmarkStart w:id="2" w:name="NAW"/>
      <w:bookmarkEnd w:id="2"/>
      <w:r>
        <w:t>Aan de bewonersgroep(en)</w:t>
      </w:r>
    </w:p>
    <w:p w:rsidR="00253012" w:rsidRDefault="00961135">
      <w:pPr>
        <w:framePr w:w="4536" w:h="1588" w:hRule="exact" w:vSpace="1077" w:wrap="notBeside" w:vAnchor="page" w:hAnchor="margin" w:y="2836"/>
      </w:pPr>
      <w:r>
        <w:t xml:space="preserve">   </w:t>
      </w:r>
    </w:p>
    <w:p w:rsidR="00253012" w:rsidRPr="00451A91" w:rsidRDefault="00253012" w:rsidP="00F37E9E">
      <w:pPr>
        <w:pStyle w:val="OpmaakprofielKop39ptRegelafstandExact12pt"/>
        <w:tabs>
          <w:tab w:val="left" w:pos="1800"/>
          <w:tab w:val="left" w:pos="3600"/>
          <w:tab w:val="left" w:pos="5280"/>
        </w:tabs>
      </w:pPr>
      <w:r w:rsidRPr="00451A91">
        <w:t>Datum</w:t>
      </w:r>
      <w:r w:rsidRPr="00451A91">
        <w:tab/>
        <w:t>Uw kenmerk</w:t>
      </w:r>
      <w:r w:rsidRPr="00451A91">
        <w:tab/>
        <w:t>Ons kenmerk</w:t>
      </w:r>
      <w:r w:rsidRPr="00451A91">
        <w:tab/>
        <w:t>In behandeling bij</w:t>
      </w:r>
    </w:p>
    <w:p w:rsidR="00253012" w:rsidRPr="005E5834" w:rsidRDefault="00961135">
      <w:pPr>
        <w:tabs>
          <w:tab w:val="left" w:pos="1800"/>
          <w:tab w:val="left" w:pos="3600"/>
          <w:tab w:val="left" w:pos="5280"/>
        </w:tabs>
        <w:spacing w:line="240" w:lineRule="exact"/>
        <w:ind w:left="5280" w:right="-339" w:hanging="5280"/>
        <w:rPr>
          <w:sz w:val="18"/>
          <w:szCs w:val="18"/>
        </w:rPr>
      </w:pPr>
      <w:bookmarkStart w:id="3" w:name="Kopvelden"/>
      <w:bookmarkEnd w:id="3"/>
      <w:r w:rsidRPr="00165C50">
        <w:rPr>
          <w:sz w:val="18"/>
        </w:rPr>
        <w:tab/>
      </w:r>
      <w:r w:rsidRPr="00165C50">
        <w:rPr>
          <w:sz w:val="18"/>
        </w:rPr>
        <w:tab/>
      </w:r>
      <w:r w:rsidR="00BB229D" w:rsidRPr="005E5834">
        <w:rPr>
          <w:sz w:val="18"/>
          <w:szCs w:val="18"/>
        </w:rPr>
        <w:t>SCW/SdR</w:t>
      </w:r>
      <w:r w:rsidRPr="005E5834">
        <w:rPr>
          <w:sz w:val="18"/>
          <w:szCs w:val="18"/>
        </w:rPr>
        <w:tab/>
      </w:r>
      <w:smartTag w:uri="urn:schemas-microsoft-com:office:smarttags" w:element="PersonName">
        <w:smartTagPr>
          <w:attr w:name="ProductID" w:val="S. den Ridder"/>
        </w:smartTagPr>
        <w:r w:rsidR="00BB229D" w:rsidRPr="005E5834">
          <w:rPr>
            <w:sz w:val="18"/>
            <w:szCs w:val="18"/>
          </w:rPr>
          <w:t>S. de</w:t>
        </w:r>
        <w:r w:rsidR="0055256B" w:rsidRPr="005E5834">
          <w:rPr>
            <w:sz w:val="18"/>
            <w:szCs w:val="18"/>
          </w:rPr>
          <w:t>n</w:t>
        </w:r>
        <w:r w:rsidR="00BB229D" w:rsidRPr="005E5834">
          <w:rPr>
            <w:sz w:val="18"/>
            <w:szCs w:val="18"/>
          </w:rPr>
          <w:t xml:space="preserve"> Ridder</w:t>
        </w:r>
      </w:smartTag>
      <w:r w:rsidR="00804BF2" w:rsidRPr="005E5834">
        <w:rPr>
          <w:sz w:val="18"/>
          <w:szCs w:val="18"/>
        </w:rPr>
        <w:t xml:space="preserve"> </w:t>
      </w:r>
      <w:r w:rsidR="00804BF2" w:rsidRPr="005E5834">
        <w:rPr>
          <w:sz w:val="18"/>
          <w:szCs w:val="18"/>
        </w:rPr>
        <w:fldChar w:fldCharType="begin"/>
      </w:r>
      <w:r w:rsidR="00804BF2" w:rsidRPr="005E5834">
        <w:rPr>
          <w:sz w:val="18"/>
          <w:szCs w:val="18"/>
        </w:rPr>
        <w:instrText xml:space="preserve"> HYPERLINK "mailto:s.den.ridder@oosterhout.nl" </w:instrText>
      </w:r>
      <w:r w:rsidR="00804BF2" w:rsidRPr="005E5834">
        <w:rPr>
          <w:sz w:val="18"/>
          <w:szCs w:val="18"/>
        </w:rPr>
      </w:r>
      <w:r w:rsidR="00804BF2" w:rsidRPr="005E5834">
        <w:rPr>
          <w:sz w:val="18"/>
          <w:szCs w:val="18"/>
        </w:rPr>
        <w:fldChar w:fldCharType="separate"/>
      </w:r>
      <w:r w:rsidR="00804BF2" w:rsidRPr="005E5834">
        <w:rPr>
          <w:rStyle w:val="Hyperlink"/>
          <w:sz w:val="18"/>
          <w:szCs w:val="18"/>
        </w:rPr>
        <w:t>s.den.ridder@oosterhout.nl</w:t>
      </w:r>
      <w:r w:rsidR="00804BF2" w:rsidRPr="005E5834">
        <w:rPr>
          <w:sz w:val="18"/>
          <w:szCs w:val="18"/>
        </w:rPr>
        <w:fldChar w:fldCharType="end"/>
      </w:r>
      <w:r w:rsidR="00804BF2" w:rsidRPr="005E5834">
        <w:rPr>
          <w:sz w:val="18"/>
          <w:szCs w:val="18"/>
        </w:rPr>
        <w:t xml:space="preserve"> </w:t>
      </w:r>
      <w:r w:rsidRPr="005E5834">
        <w:rPr>
          <w:sz w:val="18"/>
          <w:szCs w:val="18"/>
        </w:rPr>
        <w:t xml:space="preserve"> </w:t>
      </w:r>
    </w:p>
    <w:p w:rsidR="00253012" w:rsidRDefault="00253012" w:rsidP="00785802">
      <w:pPr>
        <w:pStyle w:val="OpmaakprofielKop39ptRegelafstandExact12pt"/>
      </w:pPr>
      <w:r>
        <w:t>Onderwerp</w:t>
      </w:r>
      <w:r w:rsidR="00165C50">
        <w:t>:</w:t>
      </w:r>
      <w:r w:rsidR="00961135">
        <w:t xml:space="preserve"> </w:t>
      </w:r>
      <w:r w:rsidR="00845912">
        <w:rPr>
          <w:b w:val="0"/>
        </w:rPr>
        <w:t>Buitenspeeldag</w:t>
      </w:r>
      <w:r w:rsidR="00961135" w:rsidRPr="00961135">
        <w:rPr>
          <w:b w:val="0"/>
        </w:rPr>
        <w:t xml:space="preserve"> </w:t>
      </w:r>
      <w:r w:rsidR="000D36F5">
        <w:rPr>
          <w:b w:val="0"/>
        </w:rPr>
        <w:t>201</w:t>
      </w:r>
      <w:r w:rsidR="000B1EDC">
        <w:rPr>
          <w:b w:val="0"/>
        </w:rPr>
        <w:t>6</w:t>
      </w:r>
    </w:p>
    <w:p w:rsidR="00253012" w:rsidRDefault="00253012">
      <w:pPr>
        <w:spacing w:line="240" w:lineRule="exact"/>
        <w:rPr>
          <w:sz w:val="18"/>
        </w:rPr>
      </w:pPr>
      <w:bookmarkStart w:id="4" w:name="Onderwerp"/>
      <w:bookmarkEnd w:id="4"/>
    </w:p>
    <w:p w:rsidR="00253012" w:rsidRDefault="00A36E3B" w:rsidP="00451A91">
      <w:r>
        <w:t xml:space="preserve">Geachte heer, </w:t>
      </w:r>
      <w:r w:rsidR="00961135">
        <w:t>mevrouw,</w:t>
      </w:r>
    </w:p>
    <w:p w:rsidR="00961135" w:rsidRDefault="00961135" w:rsidP="00451A91"/>
    <w:p w:rsidR="001D316B" w:rsidRDefault="00961135" w:rsidP="00451A91">
      <w:r>
        <w:t>Op woensdagmiddag</w:t>
      </w:r>
      <w:r w:rsidR="000B1EDC">
        <w:t xml:space="preserve"> 8 juni 2016</w:t>
      </w:r>
      <w:r w:rsidR="000A1C42">
        <w:t xml:space="preserve"> </w:t>
      </w:r>
      <w:r>
        <w:t xml:space="preserve">is het weer </w:t>
      </w:r>
      <w:r w:rsidR="00BB229D">
        <w:t>Buitenspeeldag</w:t>
      </w:r>
      <w:r w:rsidR="00AA6A52">
        <w:t xml:space="preserve"> 201</w:t>
      </w:r>
      <w:r w:rsidR="000B1EDC">
        <w:t>6</w:t>
      </w:r>
      <w:r w:rsidR="00AA6A52">
        <w:t>.</w:t>
      </w:r>
    </w:p>
    <w:p w:rsidR="0055256B" w:rsidRDefault="000F387D" w:rsidP="000A1C42">
      <w:r>
        <w:t xml:space="preserve">Ook dit jaar </w:t>
      </w:r>
      <w:r w:rsidR="00961135">
        <w:t xml:space="preserve">ondersteunt de gemeente Oosterhout dit initiatief. Bewoners die op deze dag </w:t>
      </w:r>
      <w:r w:rsidR="0087642C">
        <w:t>een straatfeest willen organiseren,</w:t>
      </w:r>
      <w:r w:rsidR="00961135">
        <w:t xml:space="preserve"> kunnen </w:t>
      </w:r>
      <w:r w:rsidR="00AD2805">
        <w:t xml:space="preserve">hiervoor een financiële bijdrage krijgen </w:t>
      </w:r>
      <w:r w:rsidR="00924139">
        <w:t>van de gemeente Oosterhout.</w:t>
      </w:r>
    </w:p>
    <w:p w:rsidR="009450B1" w:rsidRDefault="009450B1" w:rsidP="000A1C42"/>
    <w:p w:rsidR="0027784D" w:rsidRDefault="0027784D" w:rsidP="0027784D">
      <w:pPr>
        <w:rPr>
          <w:b/>
          <w:bCs/>
        </w:rPr>
      </w:pPr>
      <w:r>
        <w:rPr>
          <w:b/>
          <w:bCs/>
        </w:rPr>
        <w:t>In een schone straat, spelen kinderen liever buiten</w:t>
      </w:r>
    </w:p>
    <w:p w:rsidR="0027784D" w:rsidRDefault="0027784D" w:rsidP="0027784D">
      <w:r>
        <w:t>We gaan de Buitenspeeldag 2016 koppelen aan de actie “In een schone straat, spelen kinderen beter”.  Hoe de omgeving eruit ziet bepaalt ook het gebruik ervan. Op vakantie rijden we graag nog wat verder als de parkeerplaats er vies uitziet en het zit  prettiger in een schoon bushokje. Zo is het ook in de straat waar kinderen spelen: een schone omgeving voelt veiliger.</w:t>
      </w:r>
    </w:p>
    <w:p w:rsidR="0027784D" w:rsidRDefault="0027784D" w:rsidP="0027784D">
      <w:pPr>
        <w:rPr>
          <w:rFonts w:cs="Arial"/>
          <w:color w:val="1F497D"/>
        </w:rPr>
      </w:pPr>
    </w:p>
    <w:p w:rsidR="005E5834" w:rsidRPr="005E5834" w:rsidRDefault="005E5834" w:rsidP="000A1C42">
      <w:pPr>
        <w:rPr>
          <w:b/>
        </w:rPr>
      </w:pPr>
      <w:r w:rsidRPr="005E5834">
        <w:rPr>
          <w:b/>
        </w:rPr>
        <w:t>Aanvragen subsidie</w:t>
      </w:r>
    </w:p>
    <w:p w:rsidR="0055256B" w:rsidRDefault="00804BF2" w:rsidP="000A1C42">
      <w:r>
        <w:t xml:space="preserve">Op de website van de gemeente, </w:t>
      </w:r>
      <w:hyperlink r:id="rId6" w:history="1">
        <w:r w:rsidR="00A10BE0" w:rsidRPr="0074139F">
          <w:rPr>
            <w:rStyle w:val="Hyperlink"/>
          </w:rPr>
          <w:t>www.oosterho</w:t>
        </w:r>
        <w:r w:rsidR="00A10BE0" w:rsidRPr="0074139F">
          <w:rPr>
            <w:rStyle w:val="Hyperlink"/>
          </w:rPr>
          <w:t>u</w:t>
        </w:r>
        <w:r w:rsidR="00A10BE0" w:rsidRPr="0074139F">
          <w:rPr>
            <w:rStyle w:val="Hyperlink"/>
          </w:rPr>
          <w:t>t.nl/inwoners</w:t>
        </w:r>
      </w:hyperlink>
      <w:r w:rsidR="00A10BE0">
        <w:t xml:space="preserve"> </w:t>
      </w:r>
      <w:r>
        <w:t xml:space="preserve"> vindt u onder het kopje “Wonen en Leven “,</w:t>
      </w:r>
      <w:r w:rsidR="005E5834">
        <w:t xml:space="preserve"> de rubriek subsidies</w:t>
      </w:r>
      <w:r w:rsidR="002F6A4E">
        <w:t>.</w:t>
      </w:r>
      <w:r>
        <w:t xml:space="preserve"> </w:t>
      </w:r>
      <w:r w:rsidR="005E5834">
        <w:t>H</w:t>
      </w:r>
      <w:r>
        <w:t>et aanvraagformulier voor de Buitenspeeldag</w:t>
      </w:r>
      <w:r w:rsidR="005E5834">
        <w:t xml:space="preserve"> staat hierbij</w:t>
      </w:r>
      <w:r>
        <w:t>.</w:t>
      </w:r>
      <w:r w:rsidR="005E5834">
        <w:t xml:space="preserve"> </w:t>
      </w:r>
      <w:r>
        <w:t xml:space="preserve"> </w:t>
      </w:r>
      <w:r w:rsidR="0055256B">
        <w:t>Aanvragen</w:t>
      </w:r>
      <w:r w:rsidR="005E5834">
        <w:t xml:space="preserve"> kunnen worden</w:t>
      </w:r>
      <w:r w:rsidR="00A36E3B">
        <w:t xml:space="preserve"> ingediend</w:t>
      </w:r>
      <w:r w:rsidR="006A4C37">
        <w:t xml:space="preserve"> </w:t>
      </w:r>
      <w:r w:rsidR="00B02714">
        <w:t>to</w:t>
      </w:r>
      <w:r w:rsidR="00AD2805">
        <w:t>t</w:t>
      </w:r>
      <w:r w:rsidR="00B02714">
        <w:t xml:space="preserve"> </w:t>
      </w:r>
      <w:r w:rsidR="0011625E">
        <w:t>27 april 2016.</w:t>
      </w:r>
    </w:p>
    <w:p w:rsidR="00961135" w:rsidRDefault="00961135" w:rsidP="00451A91"/>
    <w:p w:rsidR="001D316B" w:rsidRPr="001D316B" w:rsidRDefault="001D316B" w:rsidP="00451A91">
      <w:pPr>
        <w:rPr>
          <w:b/>
        </w:rPr>
      </w:pPr>
      <w:r w:rsidRPr="001D316B">
        <w:rPr>
          <w:b/>
        </w:rPr>
        <w:t>Vragen?</w:t>
      </w:r>
    </w:p>
    <w:p w:rsidR="00F1561E" w:rsidRDefault="001D316B" w:rsidP="00451A91">
      <w:r>
        <w:t xml:space="preserve">Heeft u nog vragen over de </w:t>
      </w:r>
      <w:r w:rsidR="0055256B">
        <w:t>Buitenspeeldag</w:t>
      </w:r>
      <w:r>
        <w:t xml:space="preserve"> of over het aanvragen van de vergunning of subsidie? </w:t>
      </w:r>
    </w:p>
    <w:p w:rsidR="0055256B" w:rsidRDefault="00F1561E" w:rsidP="00451A91">
      <w:r>
        <w:t xml:space="preserve">Kijk dan even op onze website </w:t>
      </w:r>
      <w:hyperlink r:id="rId7" w:history="1">
        <w:r w:rsidRPr="001F56FD">
          <w:rPr>
            <w:rStyle w:val="Hyperlink"/>
          </w:rPr>
          <w:t>www.oosterhout.nl</w:t>
        </w:r>
      </w:hyperlink>
      <w:r>
        <w:t xml:space="preserve"> of neem contact op met mevr</w:t>
      </w:r>
      <w:r w:rsidR="0055256B">
        <w:t xml:space="preserve">ouw </w:t>
      </w:r>
      <w:smartTag w:uri="urn:schemas-microsoft-com:office:smarttags" w:element="PersonName">
        <w:smartTagPr>
          <w:attr w:name="ProductID" w:val="S. den Ridder"/>
        </w:smartTagPr>
        <w:r w:rsidR="0055256B">
          <w:t>S. den Ridder</w:t>
        </w:r>
      </w:smartTag>
      <w:r w:rsidR="0055256B">
        <w:t xml:space="preserve"> </w:t>
      </w:r>
      <w:r w:rsidR="001D316B">
        <w:t xml:space="preserve">via e-mail </w:t>
      </w:r>
      <w:hyperlink r:id="rId8" w:history="1">
        <w:r w:rsidR="0055256B" w:rsidRPr="002539B8">
          <w:rPr>
            <w:rStyle w:val="Hyperlink"/>
          </w:rPr>
          <w:t>s.den.ridder@</w:t>
        </w:r>
        <w:r w:rsidR="0055256B" w:rsidRPr="002539B8">
          <w:rPr>
            <w:rStyle w:val="Hyperlink"/>
          </w:rPr>
          <w:t>o</w:t>
        </w:r>
        <w:r w:rsidR="0055256B" w:rsidRPr="002539B8">
          <w:rPr>
            <w:rStyle w:val="Hyperlink"/>
          </w:rPr>
          <w:t>osterhout.nl</w:t>
        </w:r>
      </w:hyperlink>
      <w:r w:rsidR="0011625E">
        <w:t>.</w:t>
      </w:r>
      <w:r w:rsidR="0055256B">
        <w:t xml:space="preserve"> </w:t>
      </w:r>
    </w:p>
    <w:p w:rsidR="0055256B" w:rsidRDefault="0055256B" w:rsidP="00451A91"/>
    <w:p w:rsidR="009B78B8" w:rsidRPr="00221234" w:rsidRDefault="00A36E3B" w:rsidP="009B78B8">
      <w:pPr>
        <w:spacing w:line="260" w:lineRule="atLeast"/>
        <w:rPr>
          <w:rFonts w:cs="Arial"/>
        </w:rPr>
      </w:pPr>
      <w:r>
        <w:rPr>
          <w:rFonts w:cs="Arial"/>
        </w:rPr>
        <w:t>Met vriendelijke groet</w:t>
      </w:r>
      <w:r w:rsidR="009B78B8" w:rsidRPr="00221234">
        <w:rPr>
          <w:rFonts w:cs="Arial"/>
        </w:rPr>
        <w:t>,</w:t>
      </w:r>
    </w:p>
    <w:p w:rsidR="00A36E3B" w:rsidRDefault="00A36E3B" w:rsidP="009B78B8">
      <w:pPr>
        <w:spacing w:line="260" w:lineRule="atLeast"/>
        <w:rPr>
          <w:rFonts w:cs="Arial"/>
        </w:rPr>
      </w:pPr>
    </w:p>
    <w:p w:rsidR="009B78B8" w:rsidRPr="00221234" w:rsidRDefault="00A36E3B" w:rsidP="009B78B8">
      <w:pPr>
        <w:spacing w:line="260" w:lineRule="atLeast"/>
        <w:rPr>
          <w:rFonts w:cs="Arial"/>
        </w:rPr>
      </w:pPr>
      <w:r>
        <w:rPr>
          <w:rFonts w:cs="Arial"/>
        </w:rPr>
        <w:t>Namens burgemeester en wethouders</w:t>
      </w:r>
      <w:r w:rsidR="009B78B8" w:rsidRPr="00221234">
        <w:rPr>
          <w:rFonts w:cs="Arial"/>
        </w:rPr>
        <w:t>,</w:t>
      </w:r>
    </w:p>
    <w:p w:rsidR="009B78B8" w:rsidRPr="00221234" w:rsidRDefault="00460B20" w:rsidP="009B78B8">
      <w:pPr>
        <w:spacing w:line="260" w:lineRule="atLeast"/>
        <w:rPr>
          <w:rFonts w:cs="Arial"/>
        </w:rPr>
      </w:pPr>
      <w:r>
        <w:rPr>
          <w:noProof/>
        </w:rPr>
        <w:drawing>
          <wp:inline distT="0" distB="0" distL="0" distR="0">
            <wp:extent cx="1371600" cy="541020"/>
            <wp:effectExtent l="19050" t="0" r="0" b="0"/>
            <wp:docPr id="1" name="Afbeelding 1" descr="_handtekening Fer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handtekening Ferdy"/>
                    <pic:cNvPicPr>
                      <a:picLocks noChangeAspect="1" noChangeArrowheads="1"/>
                    </pic:cNvPicPr>
                  </pic:nvPicPr>
                  <pic:blipFill>
                    <a:blip r:embed="rId9" cstate="print"/>
                    <a:srcRect l="22440" t="79279" r="39388"/>
                    <a:stretch>
                      <a:fillRect/>
                    </a:stretch>
                  </pic:blipFill>
                  <pic:spPr bwMode="auto">
                    <a:xfrm>
                      <a:off x="0" y="0"/>
                      <a:ext cx="1371600" cy="541020"/>
                    </a:xfrm>
                    <a:prstGeom prst="rect">
                      <a:avLst/>
                    </a:prstGeom>
                    <a:noFill/>
                    <a:ln w="9525">
                      <a:noFill/>
                      <a:miter lim="800000"/>
                      <a:headEnd/>
                      <a:tailEnd/>
                    </a:ln>
                  </pic:spPr>
                </pic:pic>
              </a:graphicData>
            </a:graphic>
          </wp:inline>
        </w:drawing>
      </w:r>
    </w:p>
    <w:p w:rsidR="009B78B8" w:rsidRDefault="009B78B8" w:rsidP="009B78B8">
      <w:pPr>
        <w:spacing w:line="260" w:lineRule="atLeast"/>
        <w:rPr>
          <w:rFonts w:cs="Arial"/>
        </w:rPr>
      </w:pPr>
      <w:r w:rsidRPr="00221234">
        <w:rPr>
          <w:rFonts w:cs="Arial"/>
        </w:rPr>
        <w:t>F. Naafs</w:t>
      </w:r>
    </w:p>
    <w:p w:rsidR="00A36E3B" w:rsidRDefault="00A36E3B" w:rsidP="009B78B8">
      <w:pPr>
        <w:spacing w:line="260" w:lineRule="atLeast"/>
        <w:rPr>
          <w:rFonts w:cs="Arial"/>
        </w:rPr>
      </w:pPr>
      <w:r>
        <w:rPr>
          <w:rFonts w:cs="Arial"/>
        </w:rPr>
        <w:t>Unitleider Samenleving</w:t>
      </w:r>
    </w:p>
    <w:p w:rsidR="00A36E3B" w:rsidRDefault="00A36E3B" w:rsidP="009B78B8">
      <w:pPr>
        <w:spacing w:line="260" w:lineRule="atLeast"/>
        <w:rPr>
          <w:rFonts w:cs="Arial"/>
        </w:rPr>
      </w:pPr>
      <w:r>
        <w:rPr>
          <w:rFonts w:cs="Arial"/>
        </w:rPr>
        <w:t>van de Afdeling Samenleving &amp; Stadsbeheer</w:t>
      </w:r>
    </w:p>
    <w:p w:rsidR="004A5C71" w:rsidRDefault="004A5C71" w:rsidP="009B78B8">
      <w:pPr>
        <w:spacing w:line="260" w:lineRule="atLeast"/>
        <w:rPr>
          <w:rFonts w:cs="Arial"/>
        </w:rPr>
      </w:pPr>
    </w:p>
    <w:p w:rsidR="005A42F6" w:rsidRPr="00221234" w:rsidRDefault="005A42F6" w:rsidP="009B78B8">
      <w:pPr>
        <w:spacing w:line="260" w:lineRule="atLeast"/>
        <w:rPr>
          <w:rFonts w:cs="Arial"/>
        </w:rPr>
      </w:pPr>
    </w:p>
    <w:sectPr w:rsidR="005A42F6" w:rsidRPr="00221234" w:rsidSect="004A5C71">
      <w:headerReference w:type="first" r:id="rId10"/>
      <w:pgSz w:w="11906" w:h="16838" w:code="9"/>
      <w:pgMar w:top="2948" w:right="1134" w:bottom="540" w:left="1871" w:header="709" w:footer="709" w:gutter="0"/>
      <w:paperSrc w:first="257" w:other="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308" w:rsidRDefault="00633308">
      <w:r>
        <w:separator/>
      </w:r>
    </w:p>
  </w:endnote>
  <w:endnote w:type="continuationSeparator" w:id="0">
    <w:p w:rsidR="00633308" w:rsidRDefault="006333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308" w:rsidRDefault="00633308">
      <w:r>
        <w:separator/>
      </w:r>
    </w:p>
  </w:footnote>
  <w:footnote w:type="continuationSeparator" w:id="0">
    <w:p w:rsidR="00633308" w:rsidRDefault="006333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E1D" w:rsidRDefault="00254E1D">
    <w:pPr>
      <w:jc w:val="right"/>
    </w:pPr>
    <w:r>
      <w:rPr>
        <w:noProof/>
      </w:rPr>
      <w:pict>
        <v:shapetype id="_x0000_t202" coordsize="21600,21600" o:spt="202" path="m,l,21600r21600,l21600,xe">
          <v:stroke joinstyle="miter"/>
          <v:path gradientshapeok="t" o:connecttype="rect"/>
        </v:shapetype>
        <v:shape id="_x0000_s2051" type="#_x0000_t202" style="position:absolute;left:0;text-align:left;margin-left:.05pt;margin-top:-.05pt;width:18pt;height:113.4pt;z-index:251657728;mso-position-horizontal-relative:margin" o:allowincell="f" filled="f" stroked="f">
          <v:textbox style="mso-next-textbox:#_x0000_s2051">
            <w:txbxContent>
              <w:p w:rsidR="00254E1D" w:rsidRDefault="00254E1D"/>
              <w:p w:rsidR="00254E1D" w:rsidRDefault="00254E1D"/>
              <w:p w:rsidR="00254E1D" w:rsidRDefault="00254E1D"/>
              <w:p w:rsidR="00254E1D" w:rsidRDefault="00254E1D"/>
              <w:p w:rsidR="00254E1D" w:rsidRDefault="00254E1D"/>
              <w:p w:rsidR="00254E1D" w:rsidRDefault="00254E1D"/>
              <w:p w:rsidR="00254E1D" w:rsidRDefault="00254E1D"/>
              <w:p w:rsidR="00254E1D" w:rsidRDefault="00254E1D"/>
              <w:p w:rsidR="00254E1D" w:rsidRDefault="00254E1D"/>
              <w:p w:rsidR="00254E1D" w:rsidRDefault="00254E1D"/>
              <w:p w:rsidR="00254E1D" w:rsidRDefault="00254E1D"/>
              <w:p w:rsidR="00254E1D" w:rsidRDefault="00254E1D"/>
              <w:p w:rsidR="00254E1D" w:rsidRDefault="00254E1D"/>
              <w:p w:rsidR="00254E1D" w:rsidRDefault="00254E1D"/>
              <w:p w:rsidR="00254E1D" w:rsidRDefault="00254E1D"/>
            </w:txbxContent>
          </v:textbox>
          <w10:wrap type="topAndBottom" anchorx="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961135"/>
    <w:rsid w:val="000048F6"/>
    <w:rsid w:val="00006BCF"/>
    <w:rsid w:val="00030845"/>
    <w:rsid w:val="00083736"/>
    <w:rsid w:val="000A1C42"/>
    <w:rsid w:val="000B1EDC"/>
    <w:rsid w:val="000B7F8C"/>
    <w:rsid w:val="000D36F5"/>
    <w:rsid w:val="000E7FBD"/>
    <w:rsid w:val="000F387D"/>
    <w:rsid w:val="0011625E"/>
    <w:rsid w:val="001537DC"/>
    <w:rsid w:val="00165C50"/>
    <w:rsid w:val="00184A71"/>
    <w:rsid w:val="001D316B"/>
    <w:rsid w:val="002104BE"/>
    <w:rsid w:val="00225E2B"/>
    <w:rsid w:val="0023782F"/>
    <w:rsid w:val="00253012"/>
    <w:rsid w:val="00254E1D"/>
    <w:rsid w:val="0027784D"/>
    <w:rsid w:val="00293661"/>
    <w:rsid w:val="002B31C4"/>
    <w:rsid w:val="002B401C"/>
    <w:rsid w:val="002D7E0A"/>
    <w:rsid w:val="002F6A4E"/>
    <w:rsid w:val="0030138C"/>
    <w:rsid w:val="00314718"/>
    <w:rsid w:val="00320B3E"/>
    <w:rsid w:val="003416E5"/>
    <w:rsid w:val="003444F6"/>
    <w:rsid w:val="0034504B"/>
    <w:rsid w:val="003903F8"/>
    <w:rsid w:val="003C32D5"/>
    <w:rsid w:val="003C41F5"/>
    <w:rsid w:val="003F4327"/>
    <w:rsid w:val="00451A91"/>
    <w:rsid w:val="00460B20"/>
    <w:rsid w:val="004A5875"/>
    <w:rsid w:val="004A5C71"/>
    <w:rsid w:val="004B5ED3"/>
    <w:rsid w:val="004D01B6"/>
    <w:rsid w:val="004D1B12"/>
    <w:rsid w:val="0055256B"/>
    <w:rsid w:val="005A42F6"/>
    <w:rsid w:val="005B1D65"/>
    <w:rsid w:val="005C6D50"/>
    <w:rsid w:val="005D28BF"/>
    <w:rsid w:val="005E5834"/>
    <w:rsid w:val="00610EEE"/>
    <w:rsid w:val="00633308"/>
    <w:rsid w:val="00652305"/>
    <w:rsid w:val="006600F2"/>
    <w:rsid w:val="00691BB4"/>
    <w:rsid w:val="006A4C37"/>
    <w:rsid w:val="006C237C"/>
    <w:rsid w:val="006C31AF"/>
    <w:rsid w:val="006D6521"/>
    <w:rsid w:val="00751875"/>
    <w:rsid w:val="00754F7F"/>
    <w:rsid w:val="00774161"/>
    <w:rsid w:val="0078372E"/>
    <w:rsid w:val="00785802"/>
    <w:rsid w:val="007902AC"/>
    <w:rsid w:val="007C1998"/>
    <w:rsid w:val="007D67E7"/>
    <w:rsid w:val="007F34A3"/>
    <w:rsid w:val="00802DD5"/>
    <w:rsid w:val="00804BF2"/>
    <w:rsid w:val="00845912"/>
    <w:rsid w:val="008461C1"/>
    <w:rsid w:val="00850053"/>
    <w:rsid w:val="0087642C"/>
    <w:rsid w:val="008A372F"/>
    <w:rsid w:val="008B7829"/>
    <w:rsid w:val="00902354"/>
    <w:rsid w:val="00907006"/>
    <w:rsid w:val="009100DB"/>
    <w:rsid w:val="00924139"/>
    <w:rsid w:val="00925F85"/>
    <w:rsid w:val="009450B1"/>
    <w:rsid w:val="00945640"/>
    <w:rsid w:val="0094794C"/>
    <w:rsid w:val="009579EF"/>
    <w:rsid w:val="00961135"/>
    <w:rsid w:val="009635D4"/>
    <w:rsid w:val="009673D1"/>
    <w:rsid w:val="00995C51"/>
    <w:rsid w:val="009A3179"/>
    <w:rsid w:val="009B108A"/>
    <w:rsid w:val="009B78B8"/>
    <w:rsid w:val="009D0A02"/>
    <w:rsid w:val="009F26E3"/>
    <w:rsid w:val="00A10BE0"/>
    <w:rsid w:val="00A35D53"/>
    <w:rsid w:val="00A36E3B"/>
    <w:rsid w:val="00A62BB6"/>
    <w:rsid w:val="00A75404"/>
    <w:rsid w:val="00A948A6"/>
    <w:rsid w:val="00AA6A52"/>
    <w:rsid w:val="00AD2805"/>
    <w:rsid w:val="00AE6887"/>
    <w:rsid w:val="00B02714"/>
    <w:rsid w:val="00B100D6"/>
    <w:rsid w:val="00B237DC"/>
    <w:rsid w:val="00B50F66"/>
    <w:rsid w:val="00B927C3"/>
    <w:rsid w:val="00BB229D"/>
    <w:rsid w:val="00BC656F"/>
    <w:rsid w:val="00BD0D8D"/>
    <w:rsid w:val="00BD3A21"/>
    <w:rsid w:val="00BD5132"/>
    <w:rsid w:val="00C71E81"/>
    <w:rsid w:val="00CC2127"/>
    <w:rsid w:val="00CD7CF3"/>
    <w:rsid w:val="00D17554"/>
    <w:rsid w:val="00D2512A"/>
    <w:rsid w:val="00D75E38"/>
    <w:rsid w:val="00D76E94"/>
    <w:rsid w:val="00DA4005"/>
    <w:rsid w:val="00E10371"/>
    <w:rsid w:val="00E71B9F"/>
    <w:rsid w:val="00EA6BE8"/>
    <w:rsid w:val="00EA7FC8"/>
    <w:rsid w:val="00EC4DAA"/>
    <w:rsid w:val="00ED0DA7"/>
    <w:rsid w:val="00F1487D"/>
    <w:rsid w:val="00F1561E"/>
    <w:rsid w:val="00F37E9E"/>
    <w:rsid w:val="00F45FB5"/>
    <w:rsid w:val="00F83BAB"/>
    <w:rsid w:val="00FF40A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451A91"/>
    <w:pPr>
      <w:spacing w:line="260" w:lineRule="exact"/>
    </w:pPr>
    <w:rPr>
      <w:rFonts w:ascii="Arial" w:hAnsi="Arial"/>
    </w:rPr>
  </w:style>
  <w:style w:type="paragraph" w:styleId="Kop1">
    <w:name w:val="heading 1"/>
    <w:basedOn w:val="Standaard"/>
    <w:next w:val="Standaard"/>
    <w:qFormat/>
    <w:pPr>
      <w:keepNext/>
      <w:spacing w:before="240" w:after="60"/>
      <w:outlineLvl w:val="0"/>
    </w:pPr>
    <w:rPr>
      <w:rFonts w:cs="Arial"/>
      <w:bCs/>
      <w:kern w:val="32"/>
      <w:sz w:val="32"/>
      <w:szCs w:val="32"/>
    </w:rPr>
  </w:style>
  <w:style w:type="paragraph" w:styleId="Kop2">
    <w:name w:val="heading 2"/>
    <w:basedOn w:val="Standaard"/>
    <w:next w:val="Standaard"/>
    <w:qFormat/>
    <w:pPr>
      <w:keepNext/>
      <w:spacing w:before="240" w:after="60"/>
      <w:outlineLvl w:val="1"/>
    </w:pPr>
    <w:rPr>
      <w:rFonts w:cs="Arial"/>
      <w:b/>
      <w:bCs/>
      <w:i/>
      <w:iCs/>
      <w:sz w:val="24"/>
      <w:szCs w:val="28"/>
    </w:rPr>
  </w:style>
  <w:style w:type="paragraph" w:styleId="Kop3">
    <w:name w:val="heading 3"/>
    <w:basedOn w:val="Standaard"/>
    <w:next w:val="Standaard"/>
    <w:qFormat/>
    <w:pPr>
      <w:keepNext/>
      <w:spacing w:before="240" w:after="60"/>
      <w:outlineLvl w:val="2"/>
    </w:pPr>
    <w:rPr>
      <w:rFonts w:cs="Arial"/>
      <w:b/>
      <w:bCs/>
      <w:szCs w:val="26"/>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rsid w:val="00785802"/>
    <w:pPr>
      <w:tabs>
        <w:tab w:val="center" w:pos="4536"/>
        <w:tab w:val="right" w:pos="9072"/>
      </w:tabs>
    </w:pPr>
  </w:style>
  <w:style w:type="paragraph" w:styleId="Voettekst">
    <w:name w:val="footer"/>
    <w:basedOn w:val="Standaard"/>
    <w:rsid w:val="00785802"/>
    <w:pPr>
      <w:tabs>
        <w:tab w:val="center" w:pos="4536"/>
        <w:tab w:val="right" w:pos="9072"/>
      </w:tabs>
    </w:pPr>
  </w:style>
  <w:style w:type="paragraph" w:styleId="Ballontekst">
    <w:name w:val="Balloon Text"/>
    <w:basedOn w:val="Standaard"/>
    <w:semiHidden/>
    <w:rPr>
      <w:rFonts w:ascii="Tahoma" w:hAnsi="Tahoma" w:cs="Tahoma"/>
      <w:sz w:val="16"/>
      <w:szCs w:val="16"/>
    </w:rPr>
  </w:style>
  <w:style w:type="paragraph" w:customStyle="1" w:styleId="OpmaakprofielKop39ptRegelafstandExact12pt">
    <w:name w:val="Opmaakprofiel Kop 3 + 9 pt Regelafstand:  Exact 12 pt"/>
    <w:basedOn w:val="Kop3"/>
    <w:rsid w:val="00785802"/>
    <w:rPr>
      <w:rFonts w:cs="Times New Roman"/>
      <w:sz w:val="18"/>
      <w:szCs w:val="20"/>
    </w:rPr>
  </w:style>
  <w:style w:type="paragraph" w:customStyle="1" w:styleId="Minute">
    <w:name w:val="Minute"/>
    <w:basedOn w:val="Standaard"/>
    <w:rsid w:val="00785802"/>
    <w:pPr>
      <w:framePr w:w="3221" w:h="2880" w:hRule="exact" w:hSpace="181" w:wrap="around" w:vAnchor="page" w:hAnchor="margin" w:xAlign="right" w:y="1702"/>
      <w:jc w:val="right"/>
    </w:pPr>
    <w:rPr>
      <w:vanish/>
      <w:sz w:val="16"/>
      <w:szCs w:val="16"/>
    </w:rPr>
  </w:style>
  <w:style w:type="paragraph" w:customStyle="1" w:styleId="Minutekop">
    <w:name w:val="Minutekop"/>
    <w:basedOn w:val="Kop2"/>
    <w:rsid w:val="00785802"/>
    <w:pPr>
      <w:framePr w:w="3221" w:h="2880" w:hRule="exact" w:hSpace="181" w:wrap="around" w:vAnchor="page" w:hAnchor="margin" w:xAlign="right" w:y="1702"/>
      <w:jc w:val="right"/>
    </w:pPr>
    <w:rPr>
      <w:vanish/>
    </w:rPr>
  </w:style>
  <w:style w:type="character" w:styleId="Hyperlink">
    <w:name w:val="Hyperlink"/>
    <w:rsid w:val="00961135"/>
    <w:rPr>
      <w:color w:val="0000FF"/>
      <w:u w:val="single"/>
    </w:rPr>
  </w:style>
  <w:style w:type="character" w:styleId="GevolgdeHyperlink">
    <w:name w:val="FollowedHyperlink"/>
    <w:rsid w:val="00BD0D8D"/>
    <w:rPr>
      <w:color w:val="0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den.ridder@oosterhout.nl" TargetMode="External"/><Relationship Id="rId3" Type="http://schemas.openxmlformats.org/officeDocument/2006/relationships/webSettings" Target="webSettings.xml"/><Relationship Id="rId7" Type="http://schemas.openxmlformats.org/officeDocument/2006/relationships/hyperlink" Target="http://www.oosterhout.n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osterhout.nl/inwoners"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MSOffice\Sjabloon\brief.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brief.dot</Template>
  <TotalTime>1</TotalTime>
  <Pages>1</Pages>
  <Words>290</Words>
  <Characters>1597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Tekst</vt:lpstr>
    </vt:vector>
  </TitlesOfParts>
  <Company>Gemeente Oosterhout</Company>
  <LinksUpToDate>false</LinksUpToDate>
  <CharactersWithSpaces>1884</CharactersWithSpaces>
  <SharedDoc>false</SharedDoc>
  <HLinks>
    <vt:vector size="24" baseType="variant">
      <vt:variant>
        <vt:i4>3407898</vt:i4>
      </vt:variant>
      <vt:variant>
        <vt:i4>9</vt:i4>
      </vt:variant>
      <vt:variant>
        <vt:i4>0</vt:i4>
      </vt:variant>
      <vt:variant>
        <vt:i4>5</vt:i4>
      </vt:variant>
      <vt:variant>
        <vt:lpwstr>mailto:s.den.ridder@oosterhout.nl</vt:lpwstr>
      </vt:variant>
      <vt:variant>
        <vt:lpwstr/>
      </vt:variant>
      <vt:variant>
        <vt:i4>852044</vt:i4>
      </vt:variant>
      <vt:variant>
        <vt:i4>6</vt:i4>
      </vt:variant>
      <vt:variant>
        <vt:i4>0</vt:i4>
      </vt:variant>
      <vt:variant>
        <vt:i4>5</vt:i4>
      </vt:variant>
      <vt:variant>
        <vt:lpwstr>http://www.oosterhout.nl/</vt:lpwstr>
      </vt:variant>
      <vt:variant>
        <vt:lpwstr/>
      </vt:variant>
      <vt:variant>
        <vt:i4>983047</vt:i4>
      </vt:variant>
      <vt:variant>
        <vt:i4>3</vt:i4>
      </vt:variant>
      <vt:variant>
        <vt:i4>0</vt:i4>
      </vt:variant>
      <vt:variant>
        <vt:i4>5</vt:i4>
      </vt:variant>
      <vt:variant>
        <vt:lpwstr>http://www.oosterhout.nl/inwoners</vt:lpwstr>
      </vt:variant>
      <vt:variant>
        <vt:lpwstr/>
      </vt:variant>
      <vt:variant>
        <vt:i4>3407898</vt:i4>
      </vt:variant>
      <vt:variant>
        <vt:i4>0</vt:i4>
      </vt:variant>
      <vt:variant>
        <vt:i4>0</vt:i4>
      </vt:variant>
      <vt:variant>
        <vt:i4>5</vt:i4>
      </vt:variant>
      <vt:variant>
        <vt:lpwstr>mailto:s.den.ridder@oosterhout.nl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Tekst</dc:title>
  <dc:creator>Merijn</dc:creator>
  <cp:lastModifiedBy>Laura</cp:lastModifiedBy>
  <cp:revision>2</cp:revision>
  <cp:lastPrinted>2015-01-19T10:59:00Z</cp:lastPrinted>
  <dcterms:created xsi:type="dcterms:W3CDTF">2016-04-12T21:09:00Z</dcterms:created>
  <dcterms:modified xsi:type="dcterms:W3CDTF">2016-04-12T21:09:00Z</dcterms:modified>
</cp:coreProperties>
</file>